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25BE" w14:textId="7210513B" w:rsidR="00903921" w:rsidRPr="00B64DD5" w:rsidRDefault="00C55F96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1D94B50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>élément de montage pour lavabo, pour le montage dans des cloisons hauteur de pi</w:t>
      </w:r>
      <w:r>
        <w:rPr>
          <w:rFonts w:ascii="Arial" w:hAnsi="Arial"/>
          <w:lang w:val="fr-BE"/>
        </w:rPr>
        <w:t>èce</w:t>
      </w:r>
      <w:r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282B0D49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2C87B1F7" w14:textId="22A291C2" w:rsidR="00297424" w:rsidRPr="00B64DD5" w:rsidRDefault="00A73BE5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CC32420" w14:textId="0B8F8F99" w:rsidR="00B86FCC" w:rsidRPr="00981C24" w:rsidRDefault="000606FD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747E18F6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 xml:space="preserve">lavabo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4909C2A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41F22F04" w14:textId="64734C04" w:rsidR="000C0EB2" w:rsidRPr="00A73BE5" w:rsidRDefault="00A73BE5" w:rsidP="00F97930">
      <w:pPr>
        <w:pStyle w:val="Bulleted1"/>
        <w:rPr>
          <w:rFonts w:ascii="Arial" w:hAnsi="Arial"/>
          <w:lang w:val="fr-BE"/>
        </w:rPr>
      </w:pPr>
      <w:r w:rsidRPr="00A73BE5">
        <w:rPr>
          <w:rFonts w:ascii="Arial" w:hAnsi="Arial"/>
          <w:lang w:val="fr-BE"/>
        </w:rPr>
        <w:t>le coude d'évacuation</w:t>
      </w:r>
      <w:r w:rsidR="001D1F58" w:rsidRPr="00A73BE5">
        <w:rPr>
          <w:rFonts w:ascii="Arial" w:hAnsi="Arial"/>
          <w:lang w:val="fr-BE"/>
        </w:rPr>
        <w:t xml:space="preserve"> (ø50 mm) </w:t>
      </w:r>
      <w:r w:rsidRPr="00A73BE5">
        <w:rPr>
          <w:rFonts w:ascii="Arial" w:hAnsi="Arial"/>
          <w:lang w:val="fr-BE"/>
        </w:rPr>
        <w:t>est en</w:t>
      </w:r>
      <w:r w:rsidR="001D1F58" w:rsidRPr="00A73BE5">
        <w:rPr>
          <w:rFonts w:ascii="Arial" w:hAnsi="Arial"/>
          <w:lang w:val="fr-BE"/>
        </w:rPr>
        <w:t xml:space="preserve"> PE</w:t>
      </w:r>
    </w:p>
    <w:p w14:paraId="0302742A" w14:textId="5DA020C4" w:rsidR="00945AE1" w:rsidRPr="00981C24" w:rsidRDefault="000606FD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75C484F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A4EBE03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39DC6596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73205EE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351A5E84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4FA8CCBD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19C33FE3" w14:textId="77777777" w:rsidR="00533745" w:rsidRPr="000C02D1" w:rsidRDefault="00533745" w:rsidP="00533745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276970B" w14:textId="77777777" w:rsidR="00533745" w:rsidRPr="00CB5729" w:rsidRDefault="00533745" w:rsidP="00533745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>
        <w:rPr>
          <w:rFonts w:ascii="Arial" w:hAnsi="Arial"/>
          <w:lang w:val="fr-BE"/>
        </w:rPr>
        <w:t>le montage</w:t>
      </w:r>
      <w:r w:rsidRPr="00CB5729">
        <w:rPr>
          <w:rFonts w:ascii="Arial" w:hAnsi="Arial"/>
          <w:lang w:val="fr-BE"/>
        </w:rPr>
        <w:t xml:space="preserve"> du</w:t>
      </w:r>
      <w:r>
        <w:rPr>
          <w:rFonts w:ascii="Arial" w:hAnsi="Arial"/>
          <w:lang w:val="fr-BE"/>
        </w:rPr>
        <w:t xml:space="preserve"> bec du robinet mural</w:t>
      </w:r>
    </w:p>
    <w:p w14:paraId="1748AB06" w14:textId="77777777" w:rsidR="00F77B48" w:rsidRPr="00DA336D" w:rsidRDefault="00F77B48" w:rsidP="00F77B48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encastrer, à droite du siphon à encastrer du lava</w:t>
      </w:r>
      <w:r>
        <w:rPr>
          <w:rFonts w:ascii="Arial" w:hAnsi="Arial"/>
          <w:lang w:val="fr-BE"/>
        </w:rPr>
        <w:t>bo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9D5C3BE" w14:textId="77777777" w:rsidR="00F77B48" w:rsidRPr="00366A41" w:rsidRDefault="00F77B48" w:rsidP="00F77B48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49369334" w14:textId="7B5B0F3B" w:rsidR="00CB4ACA" w:rsidRPr="00F77B48" w:rsidRDefault="00F77B48" w:rsidP="00297424">
      <w:pPr>
        <w:pStyle w:val="Bulleted1"/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t xml:space="preserve">coude d'évacuation réglable en hauteur et orientable en </w:t>
      </w:r>
      <w:r w:rsidR="00CB4ACA" w:rsidRPr="00F77B48">
        <w:rPr>
          <w:rFonts w:ascii="Arial" w:hAnsi="Arial"/>
          <w:lang w:val="fr-BE"/>
        </w:rPr>
        <w:t xml:space="preserve">PE (ø50) </w:t>
      </w:r>
      <w:r w:rsidRPr="00F77B48">
        <w:rPr>
          <w:rFonts w:ascii="Arial" w:hAnsi="Arial"/>
          <w:lang w:val="fr-BE"/>
        </w:rPr>
        <w:t xml:space="preserve">avec joint de raccordement </w:t>
      </w:r>
      <w:r w:rsidR="00CB4ACA" w:rsidRPr="00F77B48">
        <w:rPr>
          <w:rFonts w:ascii="Arial" w:hAnsi="Arial"/>
          <w:lang w:val="fr-BE"/>
        </w:rPr>
        <w:t xml:space="preserve">(ø32) </w:t>
      </w:r>
      <w:r w:rsidRPr="00F77B48">
        <w:rPr>
          <w:rFonts w:ascii="Arial" w:hAnsi="Arial"/>
          <w:lang w:val="fr-BE"/>
        </w:rPr>
        <w:t>pour le diamètre de sor</w:t>
      </w:r>
      <w:r>
        <w:rPr>
          <w:rFonts w:ascii="Arial" w:hAnsi="Arial"/>
          <w:lang w:val="fr-BE"/>
        </w:rPr>
        <w:t>t</w:t>
      </w:r>
      <w:r w:rsidRPr="00F77B48">
        <w:rPr>
          <w:rFonts w:ascii="Arial" w:hAnsi="Arial"/>
          <w:lang w:val="fr-BE"/>
        </w:rPr>
        <w:t>ie du siphon et</w:t>
      </w:r>
      <w:r>
        <w:rPr>
          <w:rFonts w:ascii="Arial" w:hAnsi="Arial"/>
          <w:lang w:val="fr-BE"/>
        </w:rPr>
        <w:t xml:space="preserve"> collier d'évacuation avec revêtement pour réduire la transmission des vibrations lors de l'évacuation de l'eau</w:t>
      </w:r>
    </w:p>
    <w:p w14:paraId="0038C743" w14:textId="77777777" w:rsidR="00F77B48" w:rsidRPr="003F2086" w:rsidRDefault="00F77B48" w:rsidP="00F77B48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 M8 (suspension du lavabo) avec un</w:t>
      </w:r>
      <w:r>
        <w:rPr>
          <w:rFonts w:ascii="Arial" w:hAnsi="Arial"/>
          <w:lang w:val="fr-BE"/>
        </w:rPr>
        <w:t xml:space="preserve"> entraxe</w:t>
      </w:r>
      <w:r w:rsidRPr="003F208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réglable de</w:t>
      </w:r>
      <w:r w:rsidRPr="003F2086">
        <w:rPr>
          <w:rFonts w:ascii="Arial" w:hAnsi="Arial"/>
          <w:lang w:val="fr-BE"/>
        </w:rPr>
        <w:t xml:space="preserve"> 5 cm </w:t>
      </w:r>
      <w:r>
        <w:rPr>
          <w:rFonts w:ascii="Arial" w:hAnsi="Arial"/>
          <w:lang w:val="fr-BE"/>
        </w:rPr>
        <w:t>à</w:t>
      </w:r>
      <w:r w:rsidRPr="003F2086">
        <w:rPr>
          <w:rFonts w:ascii="Arial" w:hAnsi="Arial"/>
          <w:lang w:val="fr-BE"/>
        </w:rPr>
        <w:t xml:space="preserve"> 38 cm </w:t>
      </w:r>
      <w:r>
        <w:rPr>
          <w:rFonts w:ascii="Arial" w:hAnsi="Arial"/>
          <w:lang w:val="fr-BE"/>
        </w:rPr>
        <w:t>sont prévues dans l'élément de</w:t>
      </w:r>
      <w:r w:rsidRPr="003F2086">
        <w:rPr>
          <w:rFonts w:ascii="Arial" w:hAnsi="Arial"/>
          <w:lang w:val="fr-BE"/>
        </w:rPr>
        <w:t xml:space="preserve"> montage</w:t>
      </w:r>
    </w:p>
    <w:p w14:paraId="7677AA0F" w14:textId="77777777" w:rsidR="00B822A1" w:rsidRPr="00F77B48" w:rsidRDefault="00B822A1">
      <w:pPr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br w:type="page"/>
      </w:r>
    </w:p>
    <w:p w14:paraId="67C3F117" w14:textId="1C67BD28" w:rsidR="003A5000" w:rsidRPr="00981C24" w:rsidRDefault="000606FD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15A81190" w14:textId="77777777" w:rsidTr="00F303F1">
        <w:tc>
          <w:tcPr>
            <w:tcW w:w="1313" w:type="dxa"/>
          </w:tcPr>
          <w:p w14:paraId="6304F212" w14:textId="2170D10B" w:rsidR="0020639C" w:rsidRPr="00735DE7" w:rsidRDefault="00F303F1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4FC779E6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29C52D5" w14:textId="77777777" w:rsidR="0020639C" w:rsidRPr="00735DE7" w:rsidRDefault="0020639C" w:rsidP="00157D48"/>
        </w:tc>
        <w:tc>
          <w:tcPr>
            <w:tcW w:w="142" w:type="dxa"/>
          </w:tcPr>
          <w:p w14:paraId="32228CE5" w14:textId="77777777" w:rsidR="0020639C" w:rsidRPr="00735DE7" w:rsidRDefault="0020639C" w:rsidP="00157D48"/>
        </w:tc>
        <w:tc>
          <w:tcPr>
            <w:tcW w:w="142" w:type="dxa"/>
          </w:tcPr>
          <w:p w14:paraId="72840D06" w14:textId="77777777" w:rsidR="0020639C" w:rsidRPr="00735DE7" w:rsidRDefault="0020639C" w:rsidP="00157D48"/>
        </w:tc>
        <w:tc>
          <w:tcPr>
            <w:tcW w:w="6713" w:type="dxa"/>
          </w:tcPr>
          <w:p w14:paraId="4EF4853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98A9AD5" w14:textId="77777777" w:rsidTr="00F303F1">
        <w:tc>
          <w:tcPr>
            <w:tcW w:w="1313" w:type="dxa"/>
          </w:tcPr>
          <w:p w14:paraId="6BB66EB7" w14:textId="0F65F3DA" w:rsidR="0020639C" w:rsidRPr="00735DE7" w:rsidRDefault="00F303F1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0C2658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CBDE068" w14:textId="77777777" w:rsidR="0020639C" w:rsidRPr="00735DE7" w:rsidRDefault="0020639C" w:rsidP="00157D48"/>
        </w:tc>
        <w:tc>
          <w:tcPr>
            <w:tcW w:w="142" w:type="dxa"/>
          </w:tcPr>
          <w:p w14:paraId="2B56D2FE" w14:textId="77777777" w:rsidR="0020639C" w:rsidRPr="00735DE7" w:rsidRDefault="0020639C" w:rsidP="00157D48"/>
        </w:tc>
        <w:tc>
          <w:tcPr>
            <w:tcW w:w="142" w:type="dxa"/>
          </w:tcPr>
          <w:p w14:paraId="3CE9329D" w14:textId="77777777" w:rsidR="0020639C" w:rsidRPr="00735DE7" w:rsidRDefault="0020639C" w:rsidP="00157D48"/>
        </w:tc>
        <w:tc>
          <w:tcPr>
            <w:tcW w:w="6713" w:type="dxa"/>
          </w:tcPr>
          <w:p w14:paraId="594790C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F303F1" w14:paraId="6459A5BB" w14:textId="77777777" w:rsidTr="00F303F1">
        <w:tc>
          <w:tcPr>
            <w:tcW w:w="1313" w:type="dxa"/>
          </w:tcPr>
          <w:p w14:paraId="4562A41C" w14:textId="7FBD6F38" w:rsidR="0020639C" w:rsidRPr="00735DE7" w:rsidRDefault="00F303F1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43EB1FE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43F45BA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2A62AC24" w14:textId="77777777"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14:paraId="2672A411" w14:textId="77777777" w:rsidR="0020639C" w:rsidRPr="00735DE7" w:rsidRDefault="0020639C" w:rsidP="00157D48"/>
        </w:tc>
        <w:tc>
          <w:tcPr>
            <w:tcW w:w="6713" w:type="dxa"/>
          </w:tcPr>
          <w:p w14:paraId="170CE27D" w14:textId="510871A8" w:rsidR="0020639C" w:rsidRPr="00F303F1" w:rsidRDefault="005B171C" w:rsidP="00157D48">
            <w:pPr>
              <w:rPr>
                <w:rFonts w:ascii="Arial" w:hAnsi="Arial"/>
                <w:lang w:val="fr-BE"/>
              </w:rPr>
            </w:pPr>
            <w:r w:rsidRPr="00F303F1">
              <w:rPr>
                <w:rFonts w:ascii="Arial" w:hAnsi="Arial"/>
                <w:lang w:val="fr-BE"/>
              </w:rPr>
              <w:t>c</w:t>
            </w:r>
            <w:r w:rsidR="0020639C" w:rsidRPr="00F303F1">
              <w:rPr>
                <w:rFonts w:ascii="Arial" w:hAnsi="Arial"/>
                <w:lang w:val="fr-BE"/>
              </w:rPr>
              <w:t>m</w:t>
            </w:r>
            <w:r w:rsidRPr="00F303F1">
              <w:rPr>
                <w:rFonts w:ascii="Arial" w:hAnsi="Arial"/>
                <w:lang w:val="fr-BE"/>
              </w:rPr>
              <w:t xml:space="preserve"> (</w:t>
            </w:r>
            <w:r w:rsidR="00F303F1" w:rsidRPr="00F303F1">
              <w:rPr>
                <w:rFonts w:ascii="Arial" w:hAnsi="Arial"/>
                <w:lang w:val="fr-BE"/>
              </w:rPr>
              <w:t>avec coude d'évacuation inclus</w:t>
            </w:r>
            <w:r w:rsidRPr="00F303F1">
              <w:rPr>
                <w:rFonts w:ascii="Arial" w:hAnsi="Arial"/>
                <w:lang w:val="fr-BE"/>
              </w:rPr>
              <w:t>)</w:t>
            </w:r>
          </w:p>
        </w:tc>
      </w:tr>
    </w:tbl>
    <w:p w14:paraId="5E37EC58" w14:textId="420978C2" w:rsidR="00283DAD" w:rsidRPr="00981C24" w:rsidRDefault="000606F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272DE03" w14:textId="72168F8B" w:rsidR="002F38FE" w:rsidRPr="002470CF" w:rsidRDefault="002470CF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2BBBDE1A" w14:textId="3AC4A819" w:rsidR="00F9328C" w:rsidRPr="002470CF" w:rsidRDefault="002470CF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61444A15" w14:textId="6D3D51D5" w:rsidR="0025463E" w:rsidRPr="002470CF" w:rsidRDefault="002470CF" w:rsidP="0025463E">
      <w:pPr>
        <w:pStyle w:val="Bulleted1"/>
        <w:rPr>
          <w:rFonts w:ascii="Arial" w:hAnsi="Arial"/>
          <w:lang w:val="fr-BE"/>
        </w:rPr>
      </w:pPr>
      <w:r w:rsidRPr="002470CF">
        <w:rPr>
          <w:rFonts w:ascii="Arial" w:hAnsi="Arial"/>
          <w:lang w:val="fr-BE"/>
        </w:rPr>
        <w:t>plaque de recouvrement</w:t>
      </w:r>
      <w:r w:rsidR="0025463E" w:rsidRPr="002470CF">
        <w:rPr>
          <w:rFonts w:ascii="Arial" w:hAnsi="Arial"/>
          <w:lang w:val="fr-BE"/>
        </w:rPr>
        <w:t xml:space="preserve">, 16,4 x 16,4 cm, </w:t>
      </w:r>
      <w:r w:rsidRPr="002470CF">
        <w:rPr>
          <w:rFonts w:ascii="Arial" w:hAnsi="Arial"/>
          <w:lang w:val="fr-BE"/>
        </w:rPr>
        <w:t>pour</w:t>
      </w:r>
      <w:r w:rsidR="0025463E" w:rsidRPr="002470CF">
        <w:rPr>
          <w:rFonts w:ascii="Arial" w:hAnsi="Arial"/>
          <w:lang w:val="fr-BE"/>
        </w:rPr>
        <w:t xml:space="preserve"> </w:t>
      </w:r>
      <w:r w:rsidRPr="002470CF">
        <w:rPr>
          <w:rFonts w:ascii="Arial" w:hAnsi="Arial"/>
          <w:lang w:val="fr-BE"/>
        </w:rPr>
        <w:t>boîtier à encastrer</w:t>
      </w:r>
      <w:r w:rsidR="0025463E" w:rsidRPr="002470CF">
        <w:rPr>
          <w:rFonts w:ascii="Arial" w:hAnsi="Arial"/>
          <w:lang w:val="fr-BE"/>
        </w:rPr>
        <w:t xml:space="preserve">, </w:t>
      </w:r>
      <w:r w:rsidRPr="002470CF">
        <w:rPr>
          <w:rFonts w:ascii="Arial" w:hAnsi="Arial"/>
          <w:lang w:val="fr-BE"/>
        </w:rPr>
        <w:t>e</w:t>
      </w:r>
      <w:r>
        <w:rPr>
          <w:rFonts w:ascii="Arial" w:hAnsi="Arial"/>
          <w:lang w:val="fr-BE"/>
        </w:rPr>
        <w:t>n matière synthétique</w:t>
      </w:r>
      <w:r w:rsidR="0025463E" w:rsidRPr="002470CF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 xml:space="preserve">couleur </w:t>
      </w:r>
      <w:r w:rsidR="0025463E" w:rsidRPr="002470C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13DB0224" w14:textId="59B639FA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0606FD">
        <w:rPr>
          <w:rFonts w:ascii="Arial" w:hAnsi="Arial"/>
          <w:b/>
        </w:rPr>
        <w:t>ose</w:t>
      </w:r>
    </w:p>
    <w:p w14:paraId="10B13200" w14:textId="77777777" w:rsidR="000606FD" w:rsidRDefault="000606FD" w:rsidP="000606FD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6599846B" w14:textId="10451361" w:rsidR="000C0EB2" w:rsidRPr="00B64DD5" w:rsidRDefault="000606FD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5613D04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4D79FB59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AC768C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24CC450" w14:textId="77777777"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12B36B9" w14:textId="421122ED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l</w:t>
      </w:r>
      <w:r w:rsidR="000606FD" w:rsidRPr="000606FD">
        <w:rPr>
          <w:rFonts w:ascii="Arial" w:hAnsi="Arial" w:cs="Arial"/>
          <w:lang w:val="fr-BE"/>
        </w:rPr>
        <w:t>é</w:t>
      </w:r>
      <w:r w:rsidRPr="000606FD">
        <w:rPr>
          <w:rFonts w:ascii="Arial" w:hAnsi="Arial" w:cs="Arial"/>
          <w:lang w:val="fr-BE"/>
        </w:rPr>
        <w:t>gende:</w:t>
      </w:r>
    </w:p>
    <w:p w14:paraId="01DF47C1" w14:textId="316634B7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B = 50 cm (</w:t>
      </w:r>
      <w:r w:rsidR="000606FD" w:rsidRPr="000606FD">
        <w:rPr>
          <w:rFonts w:ascii="Arial" w:hAnsi="Arial" w:cs="Arial"/>
          <w:lang w:val="fr-BE"/>
        </w:rPr>
        <w:t>largeur</w:t>
      </w:r>
      <w:r w:rsidRPr="000606FD">
        <w:rPr>
          <w:rFonts w:ascii="Arial" w:hAnsi="Arial" w:cs="Arial"/>
          <w:lang w:val="fr-BE"/>
        </w:rPr>
        <w:t>)</w:t>
      </w:r>
    </w:p>
    <w:p w14:paraId="6DD063D8" w14:textId="163F6106" w:rsidR="000C0EB2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H = 1</w:t>
      </w:r>
      <w:r w:rsidR="009C1F99" w:rsidRPr="000606FD">
        <w:rPr>
          <w:rFonts w:ascii="Arial" w:hAnsi="Arial" w:cs="Arial"/>
          <w:lang w:val="fr-BE"/>
        </w:rPr>
        <w:t>30</w:t>
      </w:r>
      <w:r w:rsidRPr="000606FD">
        <w:rPr>
          <w:rFonts w:ascii="Arial" w:hAnsi="Arial" w:cs="Arial"/>
          <w:lang w:val="fr-BE"/>
        </w:rPr>
        <w:t xml:space="preserve"> cm (</w:t>
      </w:r>
      <w:r w:rsidR="000606FD" w:rsidRPr="000606FD">
        <w:rPr>
          <w:rFonts w:ascii="Arial" w:hAnsi="Arial" w:cs="Arial"/>
          <w:lang w:val="fr-BE"/>
        </w:rPr>
        <w:t>hauteur</w:t>
      </w:r>
      <w:r w:rsidRPr="000606FD">
        <w:rPr>
          <w:rFonts w:ascii="Arial" w:hAnsi="Arial" w:cs="Arial"/>
          <w:lang w:val="fr-BE"/>
        </w:rPr>
        <w:t>)</w:t>
      </w:r>
    </w:p>
    <w:p w14:paraId="6E93402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2F6C" w14:textId="77777777" w:rsidR="00DE1E5A" w:rsidRDefault="00DE1E5A">
      <w:r>
        <w:separator/>
      </w:r>
    </w:p>
  </w:endnote>
  <w:endnote w:type="continuationSeparator" w:id="0">
    <w:p w14:paraId="13581137" w14:textId="77777777"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0F47F" w14:textId="77777777">
      <w:tc>
        <w:tcPr>
          <w:tcW w:w="3392" w:type="dxa"/>
        </w:tcPr>
        <w:p w14:paraId="49BB33F2" w14:textId="2392A1AA" w:rsidR="007C7FFA" w:rsidRDefault="00F92166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2DC4B1B8" w14:textId="27CD2710" w:rsidR="007C7FFA" w:rsidRDefault="00F9216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DE29B69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D606E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6ACA" w14:textId="77777777" w:rsidR="00DE1E5A" w:rsidRDefault="00DE1E5A">
      <w:r>
        <w:separator/>
      </w:r>
    </w:p>
  </w:footnote>
  <w:footnote w:type="continuationSeparator" w:id="0">
    <w:p w14:paraId="0281A6FF" w14:textId="77777777"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E98F" w14:textId="7D53D894" w:rsidR="007C7FFA" w:rsidRPr="00817B46" w:rsidRDefault="000153B9" w:rsidP="00080B0F">
    <w:pPr>
      <w:pStyle w:val="Header"/>
      <w:rPr>
        <w:rFonts w:ascii="Arial" w:hAnsi="Arial"/>
        <w:b/>
        <w:szCs w:val="24"/>
        <w:lang w:val="fr-BE"/>
      </w:rPr>
    </w:pPr>
    <w:r w:rsidRPr="00817B46">
      <w:rPr>
        <w:rFonts w:ascii="Arial" w:hAnsi="Arial"/>
        <w:b/>
        <w:lang w:val="fr-BE"/>
      </w:rPr>
      <w:t xml:space="preserve">Elément </w:t>
    </w:r>
    <w:r w:rsidR="00A86C4C" w:rsidRPr="00817B46">
      <w:rPr>
        <w:rFonts w:ascii="Arial" w:hAnsi="Arial"/>
        <w:b/>
        <w:lang w:val="fr-BE"/>
      </w:rPr>
      <w:t xml:space="preserve">Geberit </w:t>
    </w:r>
    <w:proofErr w:type="spellStart"/>
    <w:r w:rsidR="00820927" w:rsidRPr="00817B46">
      <w:rPr>
        <w:rFonts w:ascii="Arial" w:hAnsi="Arial"/>
        <w:b/>
        <w:lang w:val="fr-BE"/>
      </w:rPr>
      <w:t>Duo</w:t>
    </w:r>
    <w:r w:rsidR="00A86C4C" w:rsidRPr="00817B46">
      <w:rPr>
        <w:rFonts w:ascii="Arial" w:hAnsi="Arial"/>
        <w:b/>
        <w:lang w:val="fr-BE"/>
      </w:rPr>
      <w:t>fix</w:t>
    </w:r>
    <w:proofErr w:type="spellEnd"/>
    <w:r w:rsidR="009A6132" w:rsidRPr="00817B46">
      <w:rPr>
        <w:rFonts w:ascii="Arial" w:hAnsi="Arial"/>
        <w:b/>
        <w:lang w:val="fr-BE"/>
      </w:rPr>
      <w:t xml:space="preserve"> </w:t>
    </w:r>
    <w:r w:rsidRPr="00817B46">
      <w:rPr>
        <w:rFonts w:ascii="Arial" w:hAnsi="Arial"/>
        <w:b/>
        <w:lang w:val="fr-BE"/>
      </w:rPr>
      <w:t>pour lavabo</w:t>
    </w:r>
    <w:r w:rsidR="00631C03" w:rsidRPr="00817B46">
      <w:rPr>
        <w:rFonts w:ascii="Arial" w:hAnsi="Arial"/>
        <w:b/>
        <w:lang w:val="fr-BE"/>
      </w:rPr>
      <w:t>,</w:t>
    </w:r>
    <w:r w:rsidR="007C7FFA" w:rsidRPr="00817B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AEFDCC4" wp14:editId="6EF5182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F00F2" w14:textId="6879784D" w:rsidR="007C7FFA" w:rsidRPr="00BF3414" w:rsidRDefault="00827CFD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h</w:t>
    </w:r>
    <w:r w:rsidR="00817B46" w:rsidRPr="00BF3414">
      <w:rPr>
        <w:rFonts w:ascii="Arial" w:hAnsi="Arial"/>
        <w:b/>
        <w:lang w:val="fr-BE"/>
      </w:rPr>
      <w:t>auteur d'</w:t>
    </w:r>
    <w:r w:rsidR="00471EB5" w:rsidRPr="00BF3414">
      <w:rPr>
        <w:rFonts w:ascii="Arial" w:hAnsi="Arial"/>
        <w:b/>
        <w:lang w:val="fr-BE"/>
      </w:rPr>
      <w:t>l'</w:t>
    </w:r>
    <w:r w:rsidR="00817B46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l</w:t>
    </w:r>
    <w:r w:rsidR="00471EB5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ment 1</w:t>
    </w:r>
    <w:r w:rsidR="00631C03" w:rsidRPr="00BF3414">
      <w:rPr>
        <w:rFonts w:ascii="Arial" w:hAnsi="Arial"/>
        <w:b/>
        <w:lang w:val="fr-BE"/>
      </w:rPr>
      <w:t>30</w:t>
    </w:r>
    <w:r w:rsidR="007B46A7" w:rsidRPr="00BF3414">
      <w:rPr>
        <w:rFonts w:ascii="Arial" w:hAnsi="Arial"/>
        <w:b/>
        <w:lang w:val="fr-BE"/>
      </w:rPr>
      <w:t xml:space="preserve"> cm,</w:t>
    </w:r>
    <w:r w:rsidR="00631C03" w:rsidRPr="00BF3414">
      <w:rPr>
        <w:rFonts w:ascii="Arial" w:hAnsi="Arial"/>
        <w:b/>
        <w:lang w:val="fr-BE"/>
      </w:rPr>
      <w:t xml:space="preserve"> </w:t>
    </w:r>
    <w:r w:rsidR="00471EB5" w:rsidRPr="00BF3414">
      <w:rPr>
        <w:rFonts w:ascii="Arial" w:hAnsi="Arial"/>
        <w:b/>
        <w:lang w:val="fr-BE"/>
      </w:rPr>
      <w:t xml:space="preserve">robinet </w:t>
    </w:r>
    <w:r w:rsidR="00037930">
      <w:rPr>
        <w:rFonts w:ascii="Arial" w:hAnsi="Arial"/>
        <w:b/>
        <w:lang w:val="fr-BE"/>
      </w:rPr>
      <w:br/>
    </w:r>
    <w:r w:rsidR="00471EB5" w:rsidRPr="00BF3414">
      <w:rPr>
        <w:rFonts w:ascii="Arial" w:hAnsi="Arial"/>
        <w:b/>
        <w:lang w:val="fr-BE"/>
      </w:rPr>
      <w:t>mural é</w:t>
    </w:r>
    <w:r w:rsidR="00631C03" w:rsidRPr="00BF3414">
      <w:rPr>
        <w:rFonts w:ascii="Arial" w:hAnsi="Arial"/>
        <w:b/>
        <w:lang w:val="fr-BE"/>
      </w:rPr>
      <w:t>le</w:t>
    </w:r>
    <w:r w:rsidR="00471EB5" w:rsidRPr="00BF3414">
      <w:rPr>
        <w:rFonts w:ascii="Arial" w:hAnsi="Arial"/>
        <w:b/>
        <w:lang w:val="fr-BE"/>
      </w:rPr>
      <w:t>c</w:t>
    </w:r>
    <w:r w:rsidR="00631C03" w:rsidRPr="00BF3414">
      <w:rPr>
        <w:rFonts w:ascii="Arial" w:hAnsi="Arial"/>
        <w:b/>
        <w:lang w:val="fr-BE"/>
      </w:rPr>
      <w:t>troni</w:t>
    </w:r>
    <w:r w:rsidR="00BF3414" w:rsidRPr="00BF3414">
      <w:rPr>
        <w:rFonts w:ascii="Arial" w:hAnsi="Arial"/>
        <w:b/>
        <w:lang w:val="fr-BE"/>
      </w:rPr>
      <w:t>que</w:t>
    </w:r>
    <w:r w:rsidR="00631C03" w:rsidRPr="00BF3414">
      <w:rPr>
        <w:rFonts w:ascii="Arial" w:hAnsi="Arial"/>
        <w:b/>
        <w:lang w:val="fr-BE"/>
      </w:rPr>
      <w:t xml:space="preserve"> </w:t>
    </w:r>
    <w:r w:rsidR="00BF3414" w:rsidRPr="00BF3414">
      <w:rPr>
        <w:rFonts w:ascii="Arial" w:hAnsi="Arial"/>
        <w:b/>
        <w:lang w:val="fr-BE"/>
      </w:rPr>
      <w:t>avec</w:t>
    </w:r>
    <w:r w:rsidR="00BF3414">
      <w:rPr>
        <w:rFonts w:ascii="Arial" w:hAnsi="Arial"/>
        <w:b/>
        <w:lang w:val="fr-BE"/>
      </w:rPr>
      <w:t xml:space="preserve"> boîtier à encastrer </w:t>
    </w:r>
    <w:r w:rsidR="00037930">
      <w:rPr>
        <w:rFonts w:ascii="Arial" w:hAnsi="Arial"/>
        <w:b/>
        <w:lang w:val="fr-BE"/>
      </w:rPr>
      <w:br/>
    </w:r>
    <w:r w:rsidR="00BF3414">
      <w:rPr>
        <w:rFonts w:ascii="Arial" w:hAnsi="Arial"/>
        <w:b/>
        <w:lang w:val="fr-BE"/>
      </w:rPr>
      <w:t>pour commande</w:t>
    </w:r>
    <w:r w:rsidR="00631C03" w:rsidRPr="00BF3414">
      <w:rPr>
        <w:rFonts w:ascii="Arial" w:hAnsi="Arial"/>
        <w:b/>
        <w:lang w:val="fr-BE"/>
      </w:rPr>
      <w:t xml:space="preserve">, </w:t>
    </w:r>
    <w:r w:rsidR="009A6132" w:rsidRPr="00BF3414">
      <w:rPr>
        <w:rFonts w:ascii="Arial" w:hAnsi="Arial"/>
        <w:b/>
        <w:lang w:val="fr-BE"/>
      </w:rPr>
      <w:t>111.</w:t>
    </w:r>
    <w:r w:rsidR="007B46A7" w:rsidRPr="00BF3414">
      <w:rPr>
        <w:rFonts w:ascii="Arial" w:hAnsi="Arial"/>
        <w:b/>
        <w:lang w:val="fr-BE"/>
      </w:rPr>
      <w:t>5</w:t>
    </w:r>
    <w:r w:rsidR="007D16F6" w:rsidRPr="00BF3414">
      <w:rPr>
        <w:rFonts w:ascii="Arial" w:hAnsi="Arial"/>
        <w:b/>
        <w:lang w:val="fr-BE"/>
      </w:rPr>
      <w:t>58</w:t>
    </w:r>
    <w:r w:rsidR="009A6132" w:rsidRPr="00BF3414">
      <w:rPr>
        <w:rFonts w:ascii="Arial" w:hAnsi="Arial"/>
        <w:b/>
        <w:lang w:val="fr-BE"/>
      </w:rPr>
      <w:t>.00.</w:t>
    </w:r>
    <w:r w:rsidR="00C37082" w:rsidRPr="00BF3414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82346163">
    <w:abstractNumId w:val="16"/>
  </w:num>
  <w:num w:numId="2" w16cid:durableId="307899190">
    <w:abstractNumId w:val="22"/>
  </w:num>
  <w:num w:numId="3" w16cid:durableId="1980383716">
    <w:abstractNumId w:val="4"/>
  </w:num>
  <w:num w:numId="4" w16cid:durableId="734011478">
    <w:abstractNumId w:val="3"/>
  </w:num>
  <w:num w:numId="5" w16cid:durableId="97678319">
    <w:abstractNumId w:val="13"/>
  </w:num>
  <w:num w:numId="6" w16cid:durableId="1924609390">
    <w:abstractNumId w:val="15"/>
  </w:num>
  <w:num w:numId="7" w16cid:durableId="49425202">
    <w:abstractNumId w:val="6"/>
  </w:num>
  <w:num w:numId="8" w16cid:durableId="319233533">
    <w:abstractNumId w:val="19"/>
  </w:num>
  <w:num w:numId="9" w16cid:durableId="1065298579">
    <w:abstractNumId w:val="25"/>
  </w:num>
  <w:num w:numId="10" w16cid:durableId="2140414689">
    <w:abstractNumId w:val="2"/>
  </w:num>
  <w:num w:numId="11" w16cid:durableId="2144299924">
    <w:abstractNumId w:val="12"/>
  </w:num>
  <w:num w:numId="12" w16cid:durableId="2105570414">
    <w:abstractNumId w:val="11"/>
  </w:num>
  <w:num w:numId="13" w16cid:durableId="1283147120">
    <w:abstractNumId w:val="24"/>
  </w:num>
  <w:num w:numId="14" w16cid:durableId="1649433692">
    <w:abstractNumId w:val="7"/>
  </w:num>
  <w:num w:numId="15" w16cid:durableId="1346206475">
    <w:abstractNumId w:val="0"/>
  </w:num>
  <w:num w:numId="16" w16cid:durableId="1540898375">
    <w:abstractNumId w:val="10"/>
  </w:num>
  <w:num w:numId="17" w16cid:durableId="330565023">
    <w:abstractNumId w:val="5"/>
  </w:num>
  <w:num w:numId="18" w16cid:durableId="1451897398">
    <w:abstractNumId w:val="20"/>
  </w:num>
  <w:num w:numId="19" w16cid:durableId="1000892957">
    <w:abstractNumId w:val="21"/>
  </w:num>
  <w:num w:numId="20" w16cid:durableId="1133133573">
    <w:abstractNumId w:val="18"/>
  </w:num>
  <w:num w:numId="21" w16cid:durableId="344942831">
    <w:abstractNumId w:val="17"/>
  </w:num>
  <w:num w:numId="22" w16cid:durableId="1890263415">
    <w:abstractNumId w:val="14"/>
  </w:num>
  <w:num w:numId="23" w16cid:durableId="1010987418">
    <w:abstractNumId w:val="23"/>
  </w:num>
  <w:num w:numId="24" w16cid:durableId="972296226">
    <w:abstractNumId w:val="8"/>
  </w:num>
  <w:num w:numId="25" w16cid:durableId="491139794">
    <w:abstractNumId w:val="9"/>
  </w:num>
  <w:num w:numId="26" w16cid:durableId="1980651199">
    <w:abstractNumId w:val="1"/>
  </w:num>
  <w:num w:numId="27" w16cid:durableId="84963843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53B9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37930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6FD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0CF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B5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745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17B46"/>
    <w:rsid w:val="008205F8"/>
    <w:rsid w:val="00820927"/>
    <w:rsid w:val="00823E62"/>
    <w:rsid w:val="00823FF8"/>
    <w:rsid w:val="00827CFD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179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1D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3BE5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96C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3414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5F96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352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F1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48"/>
    <w:rsid w:val="00F77BF7"/>
    <w:rsid w:val="00F821DD"/>
    <w:rsid w:val="00F84B09"/>
    <w:rsid w:val="00F90DAD"/>
    <w:rsid w:val="00F90FD8"/>
    <w:rsid w:val="00F92166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4505F2-774D-472B-AEA8-75A70DFB6AE2}"/>
</file>

<file path=customXml/itemProps2.xml><?xml version="1.0" encoding="utf-8"?>
<ds:datastoreItem xmlns:ds="http://schemas.openxmlformats.org/officeDocument/2006/customXml" ds:itemID="{94574E0F-50C0-447A-AF94-A0D2B744B03E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2262A1-EBBB-43E9-B5B8-352976DA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78</TotalTime>
  <Pages>2</Pages>
  <Words>486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34</cp:revision>
  <cp:lastPrinted>2011-12-15T11:32:00Z</cp:lastPrinted>
  <dcterms:created xsi:type="dcterms:W3CDTF">2021-01-25T23:15:00Z</dcterms:created>
  <dcterms:modified xsi:type="dcterms:W3CDTF">2023-10-05T12:42:00Z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2023-10-05T12:08:03Z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